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743D434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2020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23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06E74E0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2022/2023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3BA50048" w:rsidR="0085747A" w:rsidRPr="009C54AE" w:rsidRDefault="005954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269B080" w:rsidR="0085747A" w:rsidRPr="009C54AE" w:rsidRDefault="005954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62A9009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20852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13A40B7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Disability Studies, Krytyczne Studia nad Niepełnosprawnością, FemDisability Studies, Queer Theory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5AF4FC79" w:rsidR="0085747A" w:rsidRPr="00FD0060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0060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195C" w:rsidRPr="009C54AE" w14:paraId="581BC513" w14:textId="77777777" w:rsidTr="006F4C41">
        <w:tc>
          <w:tcPr>
            <w:tcW w:w="1985" w:type="dxa"/>
          </w:tcPr>
          <w:p w14:paraId="25B3CD80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DDF768C" w14:textId="5D4439A4" w:rsidR="0012195C" w:rsidRPr="0023412D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26" w:type="dxa"/>
          </w:tcPr>
          <w:p w14:paraId="00D3CAE8" w14:textId="4E77EF12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F9B3B95" w14:textId="77777777" w:rsidTr="006F4C41">
        <w:tc>
          <w:tcPr>
            <w:tcW w:w="1985" w:type="dxa"/>
          </w:tcPr>
          <w:p w14:paraId="3C645CD8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1D642544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572F60A3" w14:textId="6A1B5DA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25F66FA1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7AEFC66E" w14:textId="36E4C0E3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442A6909" w14:textId="77777777" w:rsidTr="006F4C41">
        <w:tc>
          <w:tcPr>
            <w:tcW w:w="1985" w:type="dxa"/>
          </w:tcPr>
          <w:p w14:paraId="17A50168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7A2549BA" w:rsidR="0012195C" w:rsidRPr="009C54AE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4CC53260" w14:textId="00C8898E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7E1FDF89" w14:textId="77777777" w:rsidTr="006F4C41">
        <w:tc>
          <w:tcPr>
            <w:tcW w:w="1985" w:type="dxa"/>
          </w:tcPr>
          <w:p w14:paraId="2A0C6825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2851ABD5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9C54AE" w14:paraId="5A1DA38B" w14:textId="77777777" w:rsidTr="006F4C41">
        <w:tc>
          <w:tcPr>
            <w:tcW w:w="1985" w:type="dxa"/>
          </w:tcPr>
          <w:p w14:paraId="27CF8AAD" w14:textId="77777777" w:rsidR="0012195C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07C4B8" w14:textId="3F372D54" w:rsidR="0012195C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2512B7B0" w14:textId="6039DA67" w:rsidR="0012195C" w:rsidRPr="009C54AE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9C54AE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2B0365A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60943C" w14:textId="7F2C5A4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0239B56" w14:textId="60AAB70D" w:rsidR="00C61DC5" w:rsidRPr="009C54AE" w:rsidRDefault="00B950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069DA1AC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47ED9FEC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9C54AE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Czasopisma naukowe zawarte w bazach Web of Science, Scopus,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7E88E" w14:textId="77777777" w:rsidR="00EF587F" w:rsidRDefault="00EF587F" w:rsidP="00C16ABF">
      <w:pPr>
        <w:spacing w:after="0" w:line="240" w:lineRule="auto"/>
      </w:pPr>
      <w:r>
        <w:separator/>
      </w:r>
    </w:p>
  </w:endnote>
  <w:endnote w:type="continuationSeparator" w:id="0">
    <w:p w14:paraId="53CD8126" w14:textId="77777777" w:rsidR="00EF587F" w:rsidRDefault="00EF58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8FF64" w14:textId="77777777" w:rsidR="00EF587F" w:rsidRDefault="00EF587F" w:rsidP="00C16ABF">
      <w:pPr>
        <w:spacing w:after="0" w:line="240" w:lineRule="auto"/>
      </w:pPr>
      <w:r>
        <w:separator/>
      </w:r>
    </w:p>
  </w:footnote>
  <w:footnote w:type="continuationSeparator" w:id="0">
    <w:p w14:paraId="661EE98C" w14:textId="77777777" w:rsidR="00EF587F" w:rsidRDefault="00EF587F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9543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DC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EF587F"/>
    <w:rsid w:val="00F070AB"/>
    <w:rsid w:val="00F17567"/>
    <w:rsid w:val="00F251D9"/>
    <w:rsid w:val="00F27A7B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4052A-932D-4B69-B85D-69240505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2019-12-06T10:05:00Z</cp:lastPrinted>
  <dcterms:created xsi:type="dcterms:W3CDTF">2019-11-20T17:01:00Z</dcterms:created>
  <dcterms:modified xsi:type="dcterms:W3CDTF">2021-10-01T10:00:00Z</dcterms:modified>
</cp:coreProperties>
</file>